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473B11" w:rsidRDefault="00F95C22"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473B11">
        <w:rPr>
          <w:b/>
          <w:sz w:val="28"/>
          <w:szCs w:val="28"/>
          <w:u w:val="single"/>
        </w:rPr>
        <w:t xml:space="preserve">ANNEX </w:t>
      </w:r>
      <w:r w:rsidR="00473B11" w:rsidRPr="00473B11">
        <w:rPr>
          <w:b/>
          <w:sz w:val="28"/>
          <w:szCs w:val="28"/>
          <w:u w:val="single"/>
        </w:rPr>
        <w:t>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465984" w:rsidRDefault="00465984" w:rsidP="00EF33B3">
      <w:pPr>
        <w:suppressAutoHyphens/>
        <w:ind w:right="-427"/>
        <w:jc w:val="center"/>
        <w:rPr>
          <w:b/>
          <w:sz w:val="28"/>
          <w:szCs w:val="28"/>
        </w:rPr>
      </w:pPr>
      <w:r w:rsidRPr="00465984">
        <w:rPr>
          <w:b/>
          <w:sz w:val="28"/>
          <w:szCs w:val="28"/>
        </w:rPr>
        <w:t>Support</w:t>
      </w:r>
      <w:r>
        <w:rPr>
          <w:b/>
          <w:sz w:val="28"/>
          <w:szCs w:val="28"/>
        </w:rPr>
        <w:t xml:space="preserve"> for the Building I</w:t>
      </w:r>
      <w:r w:rsidRPr="00465984">
        <w:rPr>
          <w:b/>
          <w:sz w:val="28"/>
          <w:szCs w:val="28"/>
        </w:rPr>
        <w:t xml:space="preserve">ntegration </w:t>
      </w:r>
    </w:p>
    <w:p w:rsidR="00465984" w:rsidRDefault="00465984" w:rsidP="00EF33B3">
      <w:pPr>
        <w:suppressAutoHyphens/>
        <w:ind w:right="-427"/>
        <w:jc w:val="center"/>
        <w:rPr>
          <w:b/>
          <w:sz w:val="28"/>
          <w:szCs w:val="28"/>
        </w:rPr>
      </w:pPr>
    </w:p>
    <w:p w:rsidR="00207EC6" w:rsidRPr="00EF33B3" w:rsidRDefault="00B20856" w:rsidP="00EF33B3">
      <w:pPr>
        <w:suppressAutoHyphens/>
        <w:ind w:right="-427"/>
        <w:jc w:val="center"/>
        <w:rPr>
          <w:b/>
          <w:sz w:val="28"/>
          <w:szCs w:val="28"/>
        </w:rPr>
      </w:pPr>
      <w:r>
        <w:rPr>
          <w:b/>
          <w:sz w:val="28"/>
          <w:szCs w:val="28"/>
        </w:rPr>
        <w:t xml:space="preserve">Reference: </w:t>
      </w:r>
      <w:r w:rsidR="00473B11" w:rsidRPr="003018D3">
        <w:rPr>
          <w:b/>
          <w:sz w:val="28"/>
          <w:szCs w:val="28"/>
        </w:rPr>
        <w:t>IO/20/CFE/1001</w:t>
      </w:r>
      <w:r w:rsidR="00B30C2F">
        <w:rPr>
          <w:b/>
          <w:sz w:val="28"/>
          <w:szCs w:val="28"/>
        </w:rPr>
        <w:t>9</w:t>
      </w:r>
      <w:r w:rsidR="00CE561E">
        <w:rPr>
          <w:b/>
          <w:sz w:val="28"/>
          <w:szCs w:val="28"/>
        </w:rPr>
        <w:t>436</w:t>
      </w:r>
      <w:r>
        <w:rPr>
          <w:b/>
          <w:sz w:val="28"/>
          <w:szCs w:val="28"/>
        </w:rPr>
        <w:t>/AKN</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 xml:space="preserve">As appropriate, please respond to the queries in this form with brief comments and not simply </w:t>
      </w:r>
      <w:proofErr w:type="gramStart"/>
      <w:r w:rsidRPr="00956B6A">
        <w:t>state</w:t>
      </w:r>
      <w:proofErr w:type="gramEnd"/>
      <w:r w:rsidRPr="00956B6A">
        <w:t xml:space="preserv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bookmarkStart w:id="7" w:name="_GoBack"/>
      <w:bookmarkEnd w:id="7"/>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proofErr w:type="spellStart"/>
            <w:r w:rsidRPr="001533D6">
              <w:rPr>
                <w:rFonts w:eastAsia="PMingLiU"/>
                <w:sz w:val="18"/>
                <w:szCs w:val="18"/>
                <w:lang w:eastAsia="ja-JP"/>
              </w:rPr>
              <w:t>minimun</w:t>
            </w:r>
            <w:proofErr w:type="spellEnd"/>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473B11" w:rsidRDefault="00473B11"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326D" w:rsidRDefault="00B2326D">
      <w:r>
        <w:separator/>
      </w:r>
    </w:p>
  </w:endnote>
  <w:endnote w:type="continuationSeparator" w:id="0">
    <w:p w:rsidR="00B2326D" w:rsidRDefault="00B23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4257AB">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4257AB">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4257AB">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4257AB">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326D" w:rsidRDefault="00B2326D">
      <w:r>
        <w:separator/>
      </w:r>
    </w:p>
  </w:footnote>
  <w:footnote w:type="continuationSeparator" w:id="0">
    <w:p w:rsidR="00B2326D" w:rsidRDefault="00B232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4257AB" w:rsidP="00D00FAC">
    <w:pPr>
      <w:keepNext/>
      <w:ind w:right="12"/>
      <w:jc w:val="right"/>
      <w:rPr>
        <w:b/>
        <w:sz w:val="44"/>
        <w:szCs w:val="44"/>
      </w:rPr>
    </w:pPr>
    <w:r>
      <w:rPr>
        <w:sz w:val="22"/>
        <w:szCs w:val="22"/>
      </w:rPr>
      <w:t>IO/20/CFE/10019436</w:t>
    </w:r>
    <w:r w:rsidR="00B20856" w:rsidRPr="00B20856">
      <w:rPr>
        <w:sz w:val="22"/>
        <w:szCs w:val="22"/>
      </w:rPr>
      <w:t>/AKN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B11"/>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257AB"/>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65984"/>
    <w:rsid w:val="00470568"/>
    <w:rsid w:val="00470A91"/>
    <w:rsid w:val="0047157D"/>
    <w:rsid w:val="004733A4"/>
    <w:rsid w:val="004733BC"/>
    <w:rsid w:val="00473B11"/>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450E"/>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C24"/>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D94"/>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856"/>
    <w:rsid w:val="00B20A22"/>
    <w:rsid w:val="00B228CC"/>
    <w:rsid w:val="00B231DB"/>
    <w:rsid w:val="00B2326D"/>
    <w:rsid w:val="00B2466E"/>
    <w:rsid w:val="00B25C6E"/>
    <w:rsid w:val="00B27226"/>
    <w:rsid w:val="00B3055B"/>
    <w:rsid w:val="00B30C2F"/>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561E"/>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fc"/>
    </o:shapedefaults>
    <o:shapelayout v:ext="edit">
      <o:idmap v:ext="edit" data="1"/>
    </o:shapelayout>
  </w:shapeDefaults>
  <w:decimalSymbol w:val="."/>
  <w:listSeparator w:val=","/>
  <w14:docId w14:val="758F4766"/>
  <w15:chartTrackingRefBased/>
  <w15:docId w15:val="{E4B39D17-7E97-455A-BDBC-1D43DFDA3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anmak\Work%20Folders\Desktop\PR%2010018766%20-%20CFE\CFE\BI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8FD58-80C2-437E-A6A6-DFBA03C7E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BIP.dotx</Template>
  <TotalTime>0</TotalTime>
  <Pages>6</Pages>
  <Words>862</Words>
  <Characters>4919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Jeanmart Kristel</dc:creator>
  <cp:keywords/>
  <cp:lastModifiedBy>Kien Arnaud EXT</cp:lastModifiedBy>
  <cp:revision>2</cp:revision>
  <cp:lastPrinted>2018-10-16T11:40:00Z</cp:lastPrinted>
  <dcterms:created xsi:type="dcterms:W3CDTF">2020-08-12T21:20:00Z</dcterms:created>
  <dcterms:modified xsi:type="dcterms:W3CDTF">2020-08-12T21:20:00Z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